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28CC8573" w:rsidR="008F7672" w:rsidRPr="00311A80" w:rsidRDefault="005F67B7" w:rsidP="003777CB">
      <w:pPr>
        <w:rPr>
          <w:rFonts w:ascii="Arial" w:hAnsi="Arial" w:cs="Arial"/>
          <w:sz w:val="20"/>
          <w:szCs w:val="20"/>
        </w:rPr>
      </w:pPr>
      <w:r>
        <w:rPr>
          <w:rFonts w:ascii="Arial" w:hAnsi="Arial" w:cs="Arial"/>
          <w:sz w:val="20"/>
          <w:szCs w:val="20"/>
        </w:rPr>
        <w:t>B</w:t>
      </w:r>
      <w:r w:rsidR="000B0543">
        <w:rPr>
          <w:rFonts w:ascii="Arial" w:hAnsi="Arial" w:cs="Arial"/>
          <w:sz w:val="20"/>
          <w:szCs w:val="20"/>
        </w:rPr>
        <w:t>uckeye Rural Electric Cooperative, Inc.</w:t>
      </w:r>
    </w:p>
    <w:p w14:paraId="71C54EA9" w14:textId="48D56323" w:rsidR="008F7672" w:rsidRDefault="000B0543" w:rsidP="003777CB">
      <w:pPr>
        <w:rPr>
          <w:rFonts w:ascii="Arial" w:hAnsi="Arial" w:cs="Arial"/>
          <w:sz w:val="20"/>
          <w:szCs w:val="20"/>
        </w:rPr>
      </w:pPr>
      <w:r>
        <w:rPr>
          <w:rFonts w:ascii="Arial" w:hAnsi="Arial" w:cs="Arial"/>
          <w:sz w:val="20"/>
          <w:szCs w:val="20"/>
        </w:rPr>
        <w:t xml:space="preserve">4848 State Route 325 </w:t>
      </w:r>
    </w:p>
    <w:p w14:paraId="39AC8C51" w14:textId="2C9479BD" w:rsidR="000B0543" w:rsidRPr="00311A80" w:rsidRDefault="000B0543" w:rsidP="003777CB">
      <w:pPr>
        <w:rPr>
          <w:rFonts w:ascii="Arial" w:hAnsi="Arial" w:cs="Arial"/>
          <w:sz w:val="20"/>
          <w:szCs w:val="20"/>
        </w:rPr>
      </w:pPr>
      <w:r>
        <w:rPr>
          <w:rFonts w:ascii="Arial" w:hAnsi="Arial" w:cs="Arial"/>
          <w:sz w:val="20"/>
          <w:szCs w:val="20"/>
        </w:rPr>
        <w:t>P.O. Box 200</w:t>
      </w:r>
    </w:p>
    <w:p w14:paraId="73A140FD" w14:textId="2E7BE7DD" w:rsidR="008F7672" w:rsidRDefault="000B0543" w:rsidP="003777CB">
      <w:pPr>
        <w:rPr>
          <w:rFonts w:ascii="Arial" w:hAnsi="Arial" w:cs="Arial"/>
          <w:sz w:val="20"/>
          <w:szCs w:val="20"/>
        </w:rPr>
      </w:pPr>
      <w:r>
        <w:rPr>
          <w:rFonts w:ascii="Arial" w:hAnsi="Arial" w:cs="Arial"/>
          <w:sz w:val="20"/>
          <w:szCs w:val="20"/>
        </w:rPr>
        <w:t>Rio Grande, OH 45674-0200</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B0543"/>
    <w:rsid w:val="000C761C"/>
    <w:rsid w:val="00111574"/>
    <w:rsid w:val="001116A5"/>
    <w:rsid w:val="001224DF"/>
    <w:rsid w:val="00130D7B"/>
    <w:rsid w:val="00185ED9"/>
    <w:rsid w:val="001C1889"/>
    <w:rsid w:val="002052A1"/>
    <w:rsid w:val="00237EE1"/>
    <w:rsid w:val="00263ADC"/>
    <w:rsid w:val="00311A80"/>
    <w:rsid w:val="00311B48"/>
    <w:rsid w:val="00326B30"/>
    <w:rsid w:val="00347623"/>
    <w:rsid w:val="00354D19"/>
    <w:rsid w:val="003777CB"/>
    <w:rsid w:val="00386C50"/>
    <w:rsid w:val="003E267F"/>
    <w:rsid w:val="00400CB6"/>
    <w:rsid w:val="00403C34"/>
    <w:rsid w:val="004A5BC5"/>
    <w:rsid w:val="00547CC8"/>
    <w:rsid w:val="00550FF3"/>
    <w:rsid w:val="005F62BC"/>
    <w:rsid w:val="005F67B7"/>
    <w:rsid w:val="00655779"/>
    <w:rsid w:val="00693881"/>
    <w:rsid w:val="00720DBB"/>
    <w:rsid w:val="007A2C11"/>
    <w:rsid w:val="008331DF"/>
    <w:rsid w:val="008F7672"/>
    <w:rsid w:val="009053EC"/>
    <w:rsid w:val="00924E27"/>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5</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2023-12-26T14:04:00Z</dcterms:created>
  <dcterms:modified xsi:type="dcterms:W3CDTF">2023-12-26T14:04:00Z</dcterms:modified>
</cp:coreProperties>
</file>